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64CF" w14:textId="00DED4D6" w:rsidR="00DA6972" w:rsidRPr="0002111D" w:rsidRDefault="00DA6972" w:rsidP="00DA6972">
      <w:pPr>
        <w:pStyle w:val="Subtitle"/>
        <w:jc w:val="left"/>
        <w:rPr>
          <w:rFonts w:ascii="Trebuchet MS" w:hAnsi="Trebuchet MS"/>
          <w:szCs w:val="24"/>
        </w:rPr>
      </w:pPr>
      <w:r w:rsidRPr="0002111D">
        <w:rPr>
          <w:rFonts w:ascii="Trebuchet MS" w:hAnsi="Trebuchet MS"/>
          <w:szCs w:val="24"/>
        </w:rPr>
        <w:t>ANEXA K</w:t>
      </w:r>
    </w:p>
    <w:p w14:paraId="70FCE4BD" w14:textId="77777777" w:rsidR="00140692" w:rsidRDefault="00140692" w:rsidP="00EB5128">
      <w:pPr>
        <w:spacing w:line="276" w:lineRule="auto"/>
        <w:rPr>
          <w:rFonts w:ascii="Trebuchet MS" w:hAnsi="Trebuchet MS"/>
          <w:lang w:val="ro-RO"/>
        </w:rPr>
      </w:pPr>
    </w:p>
    <w:p w14:paraId="720BEAB5" w14:textId="17B986DE" w:rsidR="000D3772" w:rsidRPr="00833DCE" w:rsidRDefault="000D3772" w:rsidP="000D3772">
      <w:pPr>
        <w:jc w:val="center"/>
        <w:rPr>
          <w:rFonts w:ascii="Trebuchet MS" w:hAnsi="Trebuchet MS"/>
          <w:sz w:val="22"/>
          <w:szCs w:val="22"/>
        </w:rPr>
      </w:pPr>
      <w:r w:rsidRPr="00833DCE">
        <w:rPr>
          <w:rFonts w:ascii="Trebuchet MS" w:hAnsi="Trebuchet MS"/>
          <w:sz w:val="22"/>
          <w:szCs w:val="22"/>
        </w:rPr>
        <w:t>SCRISOARE DE INFORMARE PRIVIND RESPINGEREA CANDIDATURII</w:t>
      </w:r>
    </w:p>
    <w:p w14:paraId="4377BEA0" w14:textId="46FAA327" w:rsidR="000D3772" w:rsidRPr="00833DCE" w:rsidRDefault="000D3772" w:rsidP="000D3772">
      <w:pPr>
        <w:jc w:val="center"/>
        <w:rPr>
          <w:rFonts w:ascii="Trebuchet MS" w:hAnsi="Trebuchet MS"/>
          <w:sz w:val="22"/>
          <w:szCs w:val="22"/>
        </w:rPr>
      </w:pPr>
      <w:r w:rsidRPr="00833DCE">
        <w:rPr>
          <w:rFonts w:ascii="Trebuchet MS" w:hAnsi="Trebuchet MS"/>
          <w:sz w:val="22"/>
          <w:szCs w:val="22"/>
        </w:rPr>
        <w:t>DEPUSE IN VEDEREA SELECTIEI MEMBRILOR CM PR SV OLTENIA</w:t>
      </w:r>
    </w:p>
    <w:p w14:paraId="1E1B0DD5" w14:textId="77777777" w:rsidR="00140692" w:rsidRPr="00833DCE" w:rsidRDefault="00140692" w:rsidP="00EB5128">
      <w:pPr>
        <w:spacing w:line="276" w:lineRule="auto"/>
        <w:jc w:val="center"/>
        <w:rPr>
          <w:rFonts w:ascii="Trebuchet MS" w:hAnsi="Trebuchet MS" w:cs="Arial"/>
          <w:b/>
          <w:bCs/>
          <w:lang w:val="fr-FR"/>
        </w:rPr>
      </w:pPr>
    </w:p>
    <w:p w14:paraId="0EEE577C" w14:textId="5E4FF9AC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ind w:left="90"/>
        <w:rPr>
          <w:rFonts w:ascii="Trebuchet MS" w:hAnsi="Trebuchet MS"/>
          <w:sz w:val="22"/>
          <w:szCs w:val="22"/>
          <w:lang w:val="ro-RO"/>
        </w:rPr>
      </w:pPr>
      <w:r w:rsidRPr="00833DCE">
        <w:rPr>
          <w:rFonts w:ascii="Trebuchet MS" w:hAnsi="Trebuchet MS"/>
          <w:sz w:val="22"/>
          <w:szCs w:val="22"/>
          <w:lang w:val="ro-RO"/>
        </w:rPr>
        <w:t xml:space="preserve">Nr. 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.......</w:t>
      </w:r>
      <w:r w:rsidRPr="00833DCE">
        <w:rPr>
          <w:rFonts w:ascii="Trebuchet MS" w:hAnsi="Trebuchet MS"/>
          <w:sz w:val="22"/>
          <w:szCs w:val="22"/>
          <w:lang w:val="ro-RO"/>
        </w:rPr>
        <w:t xml:space="preserve">/ </w:t>
      </w:r>
      <w:r w:rsidR="000D3772" w:rsidRPr="00833DCE">
        <w:rPr>
          <w:rFonts w:ascii="Trebuchet MS" w:hAnsi="Trebuchet MS"/>
          <w:sz w:val="22"/>
          <w:szCs w:val="22"/>
          <w:lang w:val="ro-RO"/>
        </w:rPr>
        <w:t>...</w:t>
      </w:r>
      <w:r w:rsidR="00A42A92" w:rsidRPr="00833DCE">
        <w:rPr>
          <w:rFonts w:ascii="Trebuchet MS" w:hAnsi="Trebuchet MS"/>
          <w:sz w:val="22"/>
          <w:szCs w:val="22"/>
          <w:lang w:val="ro-RO"/>
        </w:rPr>
        <w:t>..</w:t>
      </w:r>
      <w:r w:rsidRPr="00833DCE">
        <w:rPr>
          <w:rFonts w:ascii="Trebuchet MS" w:hAnsi="Trebuchet MS"/>
          <w:sz w:val="22"/>
          <w:szCs w:val="22"/>
          <w:lang w:val="ro-RO"/>
        </w:rPr>
        <w:t>..20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22</w:t>
      </w:r>
    </w:p>
    <w:p w14:paraId="689EDEE0" w14:textId="77777777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140692" w:rsidRPr="00833DCE" w14:paraId="05FEF0A6" w14:textId="77777777" w:rsidTr="00A43C90">
        <w:trPr>
          <w:trHeight w:val="168"/>
          <w:jc w:val="center"/>
        </w:trPr>
        <w:tc>
          <w:tcPr>
            <w:tcW w:w="2231" w:type="dxa"/>
          </w:tcPr>
          <w:p w14:paraId="31D925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Instituţia:</w:t>
            </w:r>
          </w:p>
        </w:tc>
        <w:tc>
          <w:tcPr>
            <w:tcW w:w="7243" w:type="dxa"/>
          </w:tcPr>
          <w:p w14:paraId="727B79DC" w14:textId="51A025ED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40692" w:rsidRPr="00833DCE" w14:paraId="06586A8A" w14:textId="77777777" w:rsidTr="00A43C90">
        <w:trPr>
          <w:trHeight w:val="85"/>
          <w:jc w:val="center"/>
        </w:trPr>
        <w:tc>
          <w:tcPr>
            <w:tcW w:w="2231" w:type="dxa"/>
          </w:tcPr>
          <w:p w14:paraId="2062D0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În atenţia:</w:t>
            </w:r>
          </w:p>
        </w:tc>
        <w:tc>
          <w:tcPr>
            <w:tcW w:w="7243" w:type="dxa"/>
          </w:tcPr>
          <w:p w14:paraId="09E08B9B" w14:textId="22DFC65F" w:rsidR="00140692" w:rsidRPr="00833DCE" w:rsidRDefault="00784479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D</w:t>
            </w:r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omnului</w:t>
            </w:r>
            <w:proofErr w:type="spellEnd"/>
            <w:r w:rsidR="007D2A02">
              <w:rPr>
                <w:rFonts w:ascii="Trebuchet MS" w:hAnsi="Trebuchet MS" w:cs="Arial"/>
                <w:b/>
                <w:sz w:val="22"/>
                <w:szCs w:val="22"/>
              </w:rPr>
              <w:t>/</w:t>
            </w:r>
            <w:proofErr w:type="spellStart"/>
            <w:r w:rsidR="007D2A02">
              <w:rPr>
                <w:rFonts w:ascii="Trebuchet MS" w:hAnsi="Trebuchet MS" w:cs="Arial"/>
                <w:b/>
                <w:sz w:val="22"/>
                <w:szCs w:val="22"/>
              </w:rPr>
              <w:t>Doamnei</w:t>
            </w:r>
            <w:proofErr w:type="spellEnd"/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proofErr w:type="gramStart"/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….</w:t>
            </w:r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-</w:t>
            </w:r>
            <w:proofErr w:type="gramEnd"/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  <w:r w:rsidR="000D377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functie</w:t>
            </w:r>
          </w:p>
        </w:tc>
      </w:tr>
      <w:tr w:rsidR="00140692" w:rsidRPr="00833DCE" w14:paraId="3D9DFD72" w14:textId="77777777" w:rsidTr="00A43C90">
        <w:trPr>
          <w:trHeight w:val="85"/>
          <w:jc w:val="center"/>
        </w:trPr>
        <w:tc>
          <w:tcPr>
            <w:tcW w:w="2231" w:type="dxa"/>
          </w:tcPr>
          <w:p w14:paraId="08FBF093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Cc:</w:t>
            </w:r>
          </w:p>
        </w:tc>
        <w:tc>
          <w:tcPr>
            <w:tcW w:w="7243" w:type="dxa"/>
          </w:tcPr>
          <w:p w14:paraId="4448F2F8" w14:textId="72B8B984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……</w:t>
            </w:r>
            <w:r w:rsidR="00784479" w:rsidRPr="00833DCE">
              <w:rPr>
                <w:rFonts w:ascii="Trebuchet MS" w:hAnsi="Trebuchet MS" w:cs="Arial"/>
                <w:b/>
                <w:sz w:val="22"/>
                <w:szCs w:val="22"/>
              </w:rPr>
              <w:t>-</w:t>
            </w: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functie</w:t>
            </w:r>
            <w:proofErr w:type="spellEnd"/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;</w:t>
            </w:r>
            <w:r w:rsidR="00140692"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833DCE" w14:paraId="726CDD33" w14:textId="77777777" w:rsidTr="00A43C90">
        <w:trPr>
          <w:trHeight w:val="146"/>
          <w:jc w:val="center"/>
        </w:trPr>
        <w:tc>
          <w:tcPr>
            <w:tcW w:w="2231" w:type="dxa"/>
          </w:tcPr>
          <w:p w14:paraId="7110C0B9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Tel/Fax/E-mail:</w:t>
            </w:r>
          </w:p>
        </w:tc>
        <w:tc>
          <w:tcPr>
            <w:tcW w:w="7243" w:type="dxa"/>
          </w:tcPr>
          <w:p w14:paraId="66D7733D" w14:textId="5F61910A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highlight w:val="yellow"/>
                <w:lang w:val="ro-RO"/>
              </w:rPr>
            </w:pPr>
            <w:r w:rsidRPr="000E5437">
              <w:rPr>
                <w:rFonts w:ascii="Trebuchet MS" w:hAnsi="Trebuchet MS" w:cs="Arial"/>
                <w:sz w:val="22"/>
                <w:szCs w:val="22"/>
                <w:lang w:val="ro-RO"/>
              </w:rPr>
              <w:t>....................</w:t>
            </w:r>
          </w:p>
        </w:tc>
      </w:tr>
      <w:tr w:rsidR="00140692" w:rsidRPr="00833DCE" w14:paraId="148125F8" w14:textId="77777777" w:rsidTr="00A43C90">
        <w:trPr>
          <w:trHeight w:val="83"/>
          <w:jc w:val="center"/>
        </w:trPr>
        <w:tc>
          <w:tcPr>
            <w:tcW w:w="2231" w:type="dxa"/>
          </w:tcPr>
          <w:p w14:paraId="556ED8E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De la:</w:t>
            </w:r>
          </w:p>
        </w:tc>
        <w:tc>
          <w:tcPr>
            <w:tcW w:w="7243" w:type="dxa"/>
          </w:tcPr>
          <w:p w14:paraId="1883D4A3" w14:textId="759D69E5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ADR SV Oltenia</w:t>
            </w:r>
          </w:p>
        </w:tc>
      </w:tr>
      <w:tr w:rsidR="00140692" w:rsidRPr="00833DCE" w14:paraId="63518E81" w14:textId="77777777" w:rsidTr="00A43C90">
        <w:trPr>
          <w:trHeight w:val="95"/>
          <w:jc w:val="center"/>
        </w:trPr>
        <w:tc>
          <w:tcPr>
            <w:tcW w:w="2231" w:type="dxa"/>
          </w:tcPr>
          <w:p w14:paraId="399A49C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Telefon/Fax:</w:t>
            </w:r>
          </w:p>
        </w:tc>
        <w:tc>
          <w:tcPr>
            <w:tcW w:w="7243" w:type="dxa"/>
          </w:tcPr>
          <w:p w14:paraId="6F0D10FC" w14:textId="77777777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0251.411.869/ 0251411688</w:t>
            </w:r>
          </w:p>
        </w:tc>
      </w:tr>
      <w:tr w:rsidR="00140692" w:rsidRPr="00833DCE" w14:paraId="50DB9A0C" w14:textId="77777777" w:rsidTr="00A43C90">
        <w:trPr>
          <w:trHeight w:val="249"/>
          <w:jc w:val="center"/>
        </w:trPr>
        <w:tc>
          <w:tcPr>
            <w:tcW w:w="2231" w:type="dxa"/>
          </w:tcPr>
          <w:p w14:paraId="4AD4C78D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Subiect:</w:t>
            </w:r>
          </w:p>
        </w:tc>
        <w:tc>
          <w:tcPr>
            <w:tcW w:w="7243" w:type="dxa"/>
          </w:tcPr>
          <w:p w14:paraId="5FF83A25" w14:textId="21C97FCF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Scrisoare de </w:t>
            </w:r>
            <w:r w:rsidR="000D3772"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informare privind respingerea candidaturii</w:t>
            </w:r>
          </w:p>
        </w:tc>
      </w:tr>
      <w:tr w:rsidR="00140692" w:rsidRPr="00833DCE" w14:paraId="0A502E18" w14:textId="77777777" w:rsidTr="003E73D7">
        <w:trPr>
          <w:trHeight w:val="80"/>
          <w:jc w:val="center"/>
        </w:trPr>
        <w:tc>
          <w:tcPr>
            <w:tcW w:w="2231" w:type="dxa"/>
          </w:tcPr>
          <w:p w14:paraId="13B19AD3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Număr de pagini:</w:t>
            </w:r>
          </w:p>
        </w:tc>
        <w:tc>
          <w:tcPr>
            <w:tcW w:w="7243" w:type="dxa"/>
          </w:tcPr>
          <w:p w14:paraId="1F8D49AD" w14:textId="1263A5F5" w:rsidR="00140692" w:rsidRPr="00833DCE" w:rsidRDefault="00903CF1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1</w:t>
            </w:r>
          </w:p>
        </w:tc>
      </w:tr>
    </w:tbl>
    <w:p w14:paraId="410503B1" w14:textId="77777777" w:rsidR="00140692" w:rsidRPr="00833DCE" w:rsidRDefault="00140692" w:rsidP="00EB5128">
      <w:pPr>
        <w:spacing w:line="276" w:lineRule="auto"/>
        <w:ind w:right="-277"/>
        <w:rPr>
          <w:rFonts w:ascii="Trebuchet MS" w:hAnsi="Trebuchet MS"/>
          <w:sz w:val="22"/>
          <w:szCs w:val="22"/>
          <w:lang w:val="fr-FR"/>
        </w:rPr>
      </w:pPr>
      <w:r w:rsidRPr="00833DCE">
        <w:rPr>
          <w:rFonts w:ascii="Trebuchet MS" w:hAnsi="Trebuchet MS"/>
          <w:sz w:val="22"/>
          <w:szCs w:val="22"/>
          <w:lang w:val="fr-FR"/>
        </w:rPr>
        <w:tab/>
      </w:r>
    </w:p>
    <w:p w14:paraId="786B873F" w14:textId="77777777" w:rsidR="00140692" w:rsidRPr="00833DCE" w:rsidRDefault="00140692" w:rsidP="00EB5128">
      <w:pPr>
        <w:spacing w:line="276" w:lineRule="auto"/>
        <w:ind w:right="-277"/>
        <w:rPr>
          <w:rFonts w:ascii="Trebuchet MS" w:hAnsi="Trebuchet MS" w:cs="Arial"/>
          <w:b/>
          <w:sz w:val="22"/>
          <w:szCs w:val="22"/>
          <w:lang w:val="ro-RO"/>
        </w:rPr>
      </w:pPr>
    </w:p>
    <w:p w14:paraId="503075F2" w14:textId="77777777" w:rsidR="00EB5128" w:rsidRPr="00833DCE" w:rsidRDefault="00EB5128" w:rsidP="00EB5128">
      <w:pPr>
        <w:spacing w:line="276" w:lineRule="auto"/>
        <w:ind w:right="-277"/>
        <w:rPr>
          <w:rFonts w:ascii="Trebuchet MS" w:hAnsi="Trebuchet MS" w:cs="Arial"/>
          <w:b/>
          <w:sz w:val="22"/>
          <w:szCs w:val="22"/>
          <w:lang w:val="ro-RO"/>
        </w:rPr>
      </w:pPr>
    </w:p>
    <w:p w14:paraId="6EE63437" w14:textId="1E19F105" w:rsidR="00140692" w:rsidRPr="00833DCE" w:rsidRDefault="0078447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sz w:val="22"/>
          <w:szCs w:val="22"/>
          <w:lang w:val="ro-RO"/>
        </w:rPr>
        <w:t xml:space="preserve">Numar inregistrare candidatura: </w:t>
      </w:r>
      <w:r w:rsidR="000D3772" w:rsidRPr="00833DCE">
        <w:rPr>
          <w:rFonts w:ascii="Trebuchet MS" w:hAnsi="Trebuchet MS" w:cs="Arial"/>
          <w:sz w:val="22"/>
          <w:szCs w:val="22"/>
          <w:lang w:val="ro-RO"/>
        </w:rPr>
        <w:t>..........</w:t>
      </w:r>
    </w:p>
    <w:p w14:paraId="0F1C657C" w14:textId="0D1D41B8" w:rsidR="004C5419" w:rsidRPr="00833DCE" w:rsidRDefault="004C541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sz w:val="22"/>
          <w:szCs w:val="22"/>
          <w:lang w:val="ro-RO"/>
        </w:rPr>
        <w:t xml:space="preserve">Domeniul pentru care se aplica: </w:t>
      </w:r>
      <w:r w:rsidR="000D3772" w:rsidRPr="00833DCE">
        <w:rPr>
          <w:rFonts w:ascii="Trebuchet MS" w:hAnsi="Trebuchet MS" w:cs="Arial"/>
          <w:sz w:val="22"/>
          <w:szCs w:val="22"/>
          <w:lang w:val="ro-RO"/>
        </w:rPr>
        <w:t>...........</w:t>
      </w:r>
    </w:p>
    <w:p w14:paraId="106E1E4A" w14:textId="77777777" w:rsidR="00EB5128" w:rsidRPr="00833DCE" w:rsidRDefault="00EB5128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color w:val="FF0000"/>
          <w:sz w:val="22"/>
          <w:szCs w:val="22"/>
          <w:lang w:val="ro-RO" w:eastAsia="en-US"/>
        </w:rPr>
      </w:pPr>
    </w:p>
    <w:p w14:paraId="6B8CBD8B" w14:textId="23D45A19" w:rsidR="00140692" w:rsidRPr="00833DCE" w:rsidRDefault="00140692" w:rsidP="00EB5128">
      <w:pPr>
        <w:spacing w:line="276" w:lineRule="auto"/>
        <w:rPr>
          <w:rFonts w:ascii="Trebuchet MS" w:hAnsi="Trebuchet MS" w:cs="Arial"/>
          <w:sz w:val="22"/>
          <w:szCs w:val="22"/>
          <w:lang w:val="es-AR"/>
        </w:rPr>
      </w:pPr>
      <w:r w:rsidRPr="00833DCE">
        <w:rPr>
          <w:rFonts w:ascii="Trebuchet MS" w:hAnsi="Trebuchet MS" w:cs="Arial"/>
          <w:b/>
          <w:sz w:val="22"/>
          <w:szCs w:val="22"/>
          <w:lang w:val="ro-RO"/>
        </w:rPr>
        <w:t>Stimate Domnule</w:t>
      </w:r>
      <w:r w:rsidR="00D43ED1" w:rsidRPr="00833DCE">
        <w:rPr>
          <w:rFonts w:ascii="Trebuchet MS" w:hAnsi="Trebuchet MS" w:cs="Arial"/>
          <w:b/>
          <w:sz w:val="22"/>
          <w:szCs w:val="22"/>
          <w:lang w:val="ro-RO"/>
        </w:rPr>
        <w:t>/Doamna</w:t>
      </w:r>
      <w:r w:rsidR="000D3772" w:rsidRPr="00833DCE">
        <w:rPr>
          <w:rFonts w:ascii="Trebuchet MS" w:hAnsi="Trebuchet MS" w:cs="Arial"/>
          <w:b/>
          <w:sz w:val="22"/>
          <w:szCs w:val="22"/>
          <w:lang w:val="ro-RO"/>
        </w:rPr>
        <w:t>..............</w:t>
      </w:r>
      <w:r w:rsidRPr="00833DCE">
        <w:rPr>
          <w:rFonts w:ascii="Trebuchet MS" w:hAnsi="Trebuchet MS" w:cs="Arial"/>
          <w:sz w:val="22"/>
          <w:szCs w:val="22"/>
          <w:lang w:val="ro-RO"/>
        </w:rPr>
        <w:t>,</w:t>
      </w:r>
    </w:p>
    <w:p w14:paraId="524F3478" w14:textId="77777777" w:rsidR="00A42A92" w:rsidRPr="00833DCE" w:rsidRDefault="00A42A92" w:rsidP="001451FE">
      <w:pPr>
        <w:pStyle w:val="Default"/>
        <w:spacing w:line="276" w:lineRule="auto"/>
        <w:jc w:val="both"/>
        <w:rPr>
          <w:sz w:val="22"/>
          <w:szCs w:val="22"/>
        </w:rPr>
      </w:pPr>
    </w:p>
    <w:p w14:paraId="2365F140" w14:textId="76DAFFDD" w:rsidR="00EB5128" w:rsidRPr="00833DCE" w:rsidRDefault="00106C4B" w:rsidP="001451FE">
      <w:pPr>
        <w:pStyle w:val="Default"/>
        <w:spacing w:line="276" w:lineRule="auto"/>
        <w:jc w:val="both"/>
        <w:rPr>
          <w:sz w:val="22"/>
          <w:szCs w:val="22"/>
        </w:rPr>
      </w:pPr>
      <w:r w:rsidRPr="00833DCE">
        <w:rPr>
          <w:sz w:val="22"/>
          <w:szCs w:val="22"/>
        </w:rPr>
        <w:t xml:space="preserve">In </w:t>
      </w:r>
      <w:proofErr w:type="spellStart"/>
      <w:r w:rsidRPr="00833DCE">
        <w:rPr>
          <w:sz w:val="22"/>
          <w:szCs w:val="22"/>
        </w:rPr>
        <w:t>urma</w:t>
      </w:r>
      <w:proofErr w:type="spellEnd"/>
      <w:r w:rsidRPr="00833DCE">
        <w:rPr>
          <w:sz w:val="22"/>
          <w:szCs w:val="22"/>
        </w:rPr>
        <w:t xml:space="preserve"> </w:t>
      </w:r>
      <w:proofErr w:type="spellStart"/>
      <w:r w:rsidRPr="00833DCE">
        <w:rPr>
          <w:sz w:val="22"/>
          <w:szCs w:val="22"/>
        </w:rPr>
        <w:t>verificarii</w:t>
      </w:r>
      <w:proofErr w:type="spellEnd"/>
      <w:r w:rsidRPr="00833DCE">
        <w:rPr>
          <w:sz w:val="22"/>
          <w:szCs w:val="22"/>
        </w:rPr>
        <w:t xml:space="preserve"> </w:t>
      </w:r>
      <w:proofErr w:type="spellStart"/>
      <w:r w:rsidR="004C5419" w:rsidRPr="00833DCE">
        <w:rPr>
          <w:sz w:val="22"/>
          <w:szCs w:val="22"/>
        </w:rPr>
        <w:t>indeplinirii</w:t>
      </w:r>
      <w:proofErr w:type="spellEnd"/>
      <w:r w:rsidR="004C5419" w:rsidRPr="00833DCE">
        <w:rPr>
          <w:sz w:val="22"/>
          <w:szCs w:val="22"/>
        </w:rPr>
        <w:t xml:space="preserve"> </w:t>
      </w:r>
      <w:proofErr w:type="spellStart"/>
      <w:r w:rsidR="004C5419" w:rsidRPr="00833DCE">
        <w:rPr>
          <w:sz w:val="22"/>
          <w:szCs w:val="22"/>
        </w:rPr>
        <w:t>criteriilor</w:t>
      </w:r>
      <w:proofErr w:type="spellEnd"/>
      <w:r w:rsidR="004C5419" w:rsidRPr="00833DCE">
        <w:rPr>
          <w:sz w:val="22"/>
          <w:szCs w:val="22"/>
        </w:rPr>
        <w:t xml:space="preserve"> de </w:t>
      </w:r>
      <w:proofErr w:type="spellStart"/>
      <w:r w:rsidR="004C5419" w:rsidRPr="00833DCE">
        <w:rPr>
          <w:sz w:val="22"/>
          <w:szCs w:val="22"/>
        </w:rPr>
        <w:t>calificare</w:t>
      </w:r>
      <w:proofErr w:type="spellEnd"/>
      <w:r w:rsidR="00390502" w:rsidRPr="00833DCE">
        <w:rPr>
          <w:sz w:val="22"/>
          <w:szCs w:val="22"/>
        </w:rPr>
        <w:t>/</w:t>
      </w:r>
      <w:proofErr w:type="spellStart"/>
      <w:r w:rsidR="00390502" w:rsidRPr="00833DCE">
        <w:rPr>
          <w:sz w:val="22"/>
          <w:szCs w:val="22"/>
        </w:rPr>
        <w:t>selectie</w:t>
      </w:r>
      <w:proofErr w:type="spellEnd"/>
      <w:r w:rsidR="004C5419" w:rsidRPr="00833DCE">
        <w:rPr>
          <w:sz w:val="22"/>
          <w:szCs w:val="22"/>
        </w:rPr>
        <w:t xml:space="preserve"> </w:t>
      </w:r>
      <w:proofErr w:type="spellStart"/>
      <w:r w:rsidRPr="00833DCE">
        <w:rPr>
          <w:sz w:val="22"/>
          <w:szCs w:val="22"/>
        </w:rPr>
        <w:t>pentru</w:t>
      </w:r>
      <w:proofErr w:type="spellEnd"/>
      <w:r w:rsidR="004C5419" w:rsidRPr="00833DCE">
        <w:rPr>
          <w:sz w:val="22"/>
          <w:szCs w:val="22"/>
        </w:rPr>
        <w:t xml:space="preserve"> </w:t>
      </w:r>
      <w:proofErr w:type="spellStart"/>
      <w:r w:rsidR="004C5419" w:rsidRPr="00833DCE">
        <w:rPr>
          <w:sz w:val="22"/>
          <w:szCs w:val="22"/>
        </w:rPr>
        <w:t>candidatura</w:t>
      </w:r>
      <w:proofErr w:type="spellEnd"/>
      <w:r w:rsidR="004C5419" w:rsidRPr="00833DCE">
        <w:rPr>
          <w:sz w:val="22"/>
          <w:szCs w:val="22"/>
        </w:rPr>
        <w:t xml:space="preserve"> </w:t>
      </w:r>
      <w:proofErr w:type="spellStart"/>
      <w:r w:rsidR="004C5419" w:rsidRPr="00833DCE">
        <w:rPr>
          <w:sz w:val="22"/>
          <w:szCs w:val="22"/>
        </w:rPr>
        <w:t>dumneavoastra</w:t>
      </w:r>
      <w:proofErr w:type="spellEnd"/>
      <w:r w:rsidR="004C5419" w:rsidRPr="00833DCE">
        <w:rPr>
          <w:sz w:val="22"/>
          <w:szCs w:val="22"/>
        </w:rPr>
        <w:t xml:space="preserve"> </w:t>
      </w:r>
      <w:proofErr w:type="spellStart"/>
      <w:r w:rsidR="004C5419" w:rsidRPr="00833DCE">
        <w:rPr>
          <w:sz w:val="22"/>
          <w:szCs w:val="22"/>
        </w:rPr>
        <w:t>depusa</w:t>
      </w:r>
      <w:proofErr w:type="spellEnd"/>
      <w:r w:rsidR="004C5419" w:rsidRPr="00833DCE">
        <w:rPr>
          <w:sz w:val="22"/>
          <w:szCs w:val="22"/>
        </w:rPr>
        <w:t xml:space="preserve"> in </w:t>
      </w:r>
      <w:proofErr w:type="spellStart"/>
      <w:r w:rsidR="004C5419" w:rsidRPr="00833DCE">
        <w:rPr>
          <w:sz w:val="22"/>
          <w:szCs w:val="22"/>
        </w:rPr>
        <w:t>vederea</w:t>
      </w:r>
      <w:proofErr w:type="spellEnd"/>
      <w:r w:rsidR="004C5419" w:rsidRPr="00833DCE">
        <w:rPr>
          <w:sz w:val="22"/>
          <w:szCs w:val="22"/>
        </w:rPr>
        <w:t xml:space="preserve"> </w:t>
      </w:r>
      <w:proofErr w:type="spellStart"/>
      <w:r w:rsidR="004C5419" w:rsidRPr="00833DCE">
        <w:rPr>
          <w:sz w:val="22"/>
          <w:szCs w:val="22"/>
        </w:rPr>
        <w:t>selectiei</w:t>
      </w:r>
      <w:proofErr w:type="spellEnd"/>
      <w:r w:rsidR="004C5419" w:rsidRPr="00833DCE">
        <w:rPr>
          <w:sz w:val="22"/>
          <w:szCs w:val="22"/>
        </w:rPr>
        <w:t xml:space="preserve"> </w:t>
      </w:r>
      <w:proofErr w:type="spellStart"/>
      <w:r w:rsidR="004C5419" w:rsidRPr="00833DCE">
        <w:rPr>
          <w:sz w:val="22"/>
          <w:szCs w:val="22"/>
        </w:rPr>
        <w:t>membrilor</w:t>
      </w:r>
      <w:proofErr w:type="spellEnd"/>
      <w:r w:rsidR="004C5419" w:rsidRPr="00833DCE">
        <w:rPr>
          <w:sz w:val="22"/>
          <w:szCs w:val="22"/>
        </w:rPr>
        <w:t xml:space="preserve"> CM PR SV Oltenia 2021-2027</w:t>
      </w:r>
      <w:r w:rsidR="0051347B" w:rsidRPr="00833DCE">
        <w:rPr>
          <w:sz w:val="22"/>
          <w:szCs w:val="22"/>
        </w:rPr>
        <w:t xml:space="preserve"> </w:t>
      </w:r>
      <w:proofErr w:type="spellStart"/>
      <w:r w:rsidR="0051347B" w:rsidRPr="00833DCE">
        <w:rPr>
          <w:sz w:val="22"/>
          <w:szCs w:val="22"/>
        </w:rPr>
        <w:t>si</w:t>
      </w:r>
      <w:proofErr w:type="spellEnd"/>
      <w:r w:rsidR="0051347B" w:rsidRPr="00833DCE">
        <w:rPr>
          <w:sz w:val="22"/>
          <w:szCs w:val="22"/>
        </w:rPr>
        <w:t xml:space="preserve"> </w:t>
      </w:r>
      <w:proofErr w:type="gramStart"/>
      <w:r w:rsidR="0051347B" w:rsidRPr="00833DCE">
        <w:rPr>
          <w:sz w:val="22"/>
          <w:szCs w:val="22"/>
        </w:rPr>
        <w:t>a</w:t>
      </w:r>
      <w:proofErr w:type="gramEnd"/>
      <w:r w:rsidR="0051347B" w:rsidRPr="00833DCE">
        <w:rPr>
          <w:sz w:val="22"/>
          <w:szCs w:val="22"/>
        </w:rPr>
        <w:t xml:space="preserve"> </w:t>
      </w:r>
      <w:proofErr w:type="spellStart"/>
      <w:r w:rsidR="0051347B" w:rsidRPr="00833DCE">
        <w:rPr>
          <w:sz w:val="22"/>
          <w:szCs w:val="22"/>
        </w:rPr>
        <w:t>expirarii</w:t>
      </w:r>
      <w:proofErr w:type="spellEnd"/>
      <w:r w:rsidR="0051347B" w:rsidRPr="00833DCE">
        <w:rPr>
          <w:sz w:val="22"/>
          <w:szCs w:val="22"/>
        </w:rPr>
        <w:t xml:space="preserve"> </w:t>
      </w:r>
      <w:proofErr w:type="spellStart"/>
      <w:r w:rsidR="0051347B" w:rsidRPr="00833DCE">
        <w:rPr>
          <w:sz w:val="22"/>
          <w:szCs w:val="22"/>
        </w:rPr>
        <w:t>perioadei</w:t>
      </w:r>
      <w:proofErr w:type="spellEnd"/>
      <w:r w:rsidR="0051347B" w:rsidRPr="00833DCE">
        <w:rPr>
          <w:sz w:val="22"/>
          <w:szCs w:val="22"/>
        </w:rPr>
        <w:t xml:space="preserve"> de </w:t>
      </w:r>
      <w:proofErr w:type="spellStart"/>
      <w:r w:rsidR="0051347B" w:rsidRPr="00833DCE">
        <w:rPr>
          <w:sz w:val="22"/>
          <w:szCs w:val="22"/>
        </w:rPr>
        <w:t>contestatii</w:t>
      </w:r>
      <w:proofErr w:type="spellEnd"/>
      <w:r w:rsidR="00803B8A">
        <w:rPr>
          <w:sz w:val="22"/>
          <w:szCs w:val="22"/>
        </w:rPr>
        <w:t>/</w:t>
      </w:r>
      <w:proofErr w:type="spellStart"/>
      <w:r w:rsidR="00803B8A">
        <w:rPr>
          <w:sz w:val="22"/>
          <w:szCs w:val="22"/>
        </w:rPr>
        <w:t>solutionarea</w:t>
      </w:r>
      <w:proofErr w:type="spellEnd"/>
      <w:r w:rsidR="00803B8A">
        <w:rPr>
          <w:sz w:val="22"/>
          <w:szCs w:val="22"/>
        </w:rPr>
        <w:t xml:space="preserve"> </w:t>
      </w:r>
      <w:proofErr w:type="spellStart"/>
      <w:r w:rsidR="00803B8A">
        <w:rPr>
          <w:sz w:val="22"/>
          <w:szCs w:val="22"/>
        </w:rPr>
        <w:t>contestatiei</w:t>
      </w:r>
      <w:proofErr w:type="spellEnd"/>
      <w:r w:rsidRPr="00833DCE">
        <w:rPr>
          <w:sz w:val="22"/>
          <w:szCs w:val="22"/>
        </w:rPr>
        <w:t xml:space="preserve">, </w:t>
      </w:r>
      <w:proofErr w:type="spellStart"/>
      <w:r w:rsidRPr="00833DCE">
        <w:rPr>
          <w:sz w:val="22"/>
          <w:szCs w:val="22"/>
        </w:rPr>
        <w:t>va</w:t>
      </w:r>
      <w:proofErr w:type="spellEnd"/>
      <w:r w:rsidRPr="00833DCE">
        <w:rPr>
          <w:sz w:val="22"/>
          <w:szCs w:val="22"/>
        </w:rPr>
        <w:t xml:space="preserve"> </w:t>
      </w:r>
      <w:proofErr w:type="spellStart"/>
      <w:r w:rsidRPr="00833DCE">
        <w:rPr>
          <w:sz w:val="22"/>
          <w:szCs w:val="22"/>
        </w:rPr>
        <w:t>informam</w:t>
      </w:r>
      <w:proofErr w:type="spellEnd"/>
      <w:r w:rsidRPr="00833DCE">
        <w:rPr>
          <w:sz w:val="22"/>
          <w:szCs w:val="22"/>
        </w:rPr>
        <w:t xml:space="preserve"> ca </w:t>
      </w:r>
      <w:proofErr w:type="spellStart"/>
      <w:r w:rsidRPr="00833DCE">
        <w:rPr>
          <w:sz w:val="22"/>
          <w:szCs w:val="22"/>
        </w:rPr>
        <w:t>aceasta</w:t>
      </w:r>
      <w:proofErr w:type="spellEnd"/>
      <w:r w:rsidRPr="00833DCE">
        <w:rPr>
          <w:sz w:val="22"/>
          <w:szCs w:val="22"/>
        </w:rPr>
        <w:t xml:space="preserve"> a </w:t>
      </w:r>
      <w:proofErr w:type="spellStart"/>
      <w:r w:rsidRPr="00833DCE">
        <w:rPr>
          <w:sz w:val="22"/>
          <w:szCs w:val="22"/>
        </w:rPr>
        <w:t>fost</w:t>
      </w:r>
      <w:proofErr w:type="spellEnd"/>
      <w:r w:rsidRPr="00833DCE">
        <w:rPr>
          <w:sz w:val="22"/>
          <w:szCs w:val="22"/>
        </w:rPr>
        <w:t xml:space="preserve"> </w:t>
      </w:r>
      <w:r w:rsidR="00D43ED1" w:rsidRPr="00833DCE">
        <w:rPr>
          <w:b/>
          <w:bCs/>
          <w:sz w:val="22"/>
          <w:szCs w:val="22"/>
          <w:u w:val="single"/>
        </w:rPr>
        <w:t>RESPINSA</w:t>
      </w:r>
      <w:r w:rsidR="00A42A92" w:rsidRPr="00833DCE">
        <w:rPr>
          <w:sz w:val="22"/>
          <w:szCs w:val="22"/>
        </w:rPr>
        <w:t>.</w:t>
      </w:r>
      <w:r w:rsidRPr="00833DCE">
        <w:rPr>
          <w:sz w:val="22"/>
          <w:szCs w:val="22"/>
        </w:rPr>
        <w:t xml:space="preserve"> </w:t>
      </w:r>
    </w:p>
    <w:p w14:paraId="072E3814" w14:textId="77777777" w:rsidR="00FE1EDD" w:rsidRPr="00833DCE" w:rsidRDefault="00FE1EDD" w:rsidP="00EB5128">
      <w:pPr>
        <w:autoSpaceDE w:val="0"/>
        <w:autoSpaceDN w:val="0"/>
        <w:adjustRightInd w:val="0"/>
        <w:spacing w:line="276" w:lineRule="auto"/>
        <w:rPr>
          <w:rFonts w:ascii="Trebuchet MS" w:hAnsi="Trebuchet MS"/>
          <w:sz w:val="22"/>
          <w:szCs w:val="22"/>
        </w:rPr>
      </w:pPr>
    </w:p>
    <w:p w14:paraId="697563C4" w14:textId="54EAAEA6" w:rsidR="00EA695B" w:rsidRPr="00833DCE" w:rsidRDefault="008F288D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sz w:val="22"/>
          <w:szCs w:val="22"/>
          <w:lang w:val="ro-RO"/>
        </w:rPr>
        <w:t xml:space="preserve">Persoana de contact din partea ADR 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Sud</w:t>
      </w:r>
      <w:r w:rsidR="00903CF1" w:rsidRPr="00833DCE">
        <w:rPr>
          <w:rFonts w:ascii="Trebuchet MS" w:hAnsi="Trebuchet MS"/>
          <w:bCs/>
          <w:sz w:val="22"/>
          <w:szCs w:val="22"/>
          <w:lang w:val="ro-RO"/>
        </w:rPr>
        <w:t>-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Vest Oltenia</w:t>
      </w:r>
      <w:r w:rsidRPr="00833DCE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r w:rsidRPr="00833DCE">
        <w:rPr>
          <w:rFonts w:ascii="Trebuchet MS" w:hAnsi="Trebuchet MS" w:cs="Arial"/>
          <w:sz w:val="22"/>
          <w:szCs w:val="22"/>
          <w:lang w:val="ro-RO"/>
        </w:rPr>
        <w:t xml:space="preserve">este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>doamna Magda Lungu</w:t>
      </w:r>
      <w:r w:rsidR="00903CF1" w:rsidRPr="00833DCE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 xml:space="preserve">– Sef Departament Gestionare Program, telefon 0251.411.869, e-mail: </w:t>
      </w:r>
      <w:hyperlink r:id="rId7" w:history="1">
        <w:r w:rsidR="00EA695B" w:rsidRPr="00833DCE">
          <w:rPr>
            <w:rStyle w:val="Hyperlink"/>
            <w:rFonts w:ascii="Trebuchet MS" w:hAnsi="Trebuchet MS" w:cs="Arial"/>
            <w:sz w:val="22"/>
            <w:szCs w:val="22"/>
            <w:lang w:val="ro-RO"/>
          </w:rPr>
          <w:t xml:space="preserve"> magda.lungu@adroltenia.ro</w:t>
        </w:r>
      </w:hyperlink>
    </w:p>
    <w:p w14:paraId="5781532F" w14:textId="77777777" w:rsidR="00EA695B" w:rsidRPr="00833DCE" w:rsidRDefault="00EA695B" w:rsidP="00EA695B">
      <w:pPr>
        <w:ind w:right="-236"/>
        <w:jc w:val="both"/>
        <w:rPr>
          <w:rFonts w:ascii="Trebuchet MS" w:hAnsi="Trebuchet MS"/>
          <w:sz w:val="22"/>
          <w:szCs w:val="22"/>
          <w:lang w:val="ro-RO"/>
        </w:rPr>
      </w:pPr>
      <w:r w:rsidRPr="00833DCE">
        <w:rPr>
          <w:rFonts w:ascii="Trebuchet MS" w:hAnsi="Trebuchet MS"/>
          <w:sz w:val="22"/>
          <w:szCs w:val="22"/>
          <w:lang w:val="ro-RO"/>
        </w:rPr>
        <w:t>Vă mulţumim pentru participare.</w:t>
      </w:r>
    </w:p>
    <w:p w14:paraId="0C90249D" w14:textId="17610B04" w:rsidR="008F288D" w:rsidRPr="00833DCE" w:rsidRDefault="008F288D" w:rsidP="00EB5128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700156A7" w14:textId="77777777" w:rsidR="00903CF1" w:rsidRPr="00833DCE" w:rsidRDefault="00903CF1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48B88F0E" w14:textId="13E269CB" w:rsidR="00EA695B" w:rsidRPr="00833DCE" w:rsidRDefault="00EA695B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  <w:r w:rsidRPr="00833DCE">
        <w:rPr>
          <w:rFonts w:ascii="Trebuchet MS" w:hAnsi="Trebuchet MS" w:cs="TrebuchetMS-Bold"/>
          <w:b/>
          <w:bCs/>
          <w:sz w:val="22"/>
          <w:szCs w:val="22"/>
          <w:lang w:eastAsia="en-US"/>
        </w:rPr>
        <w:t>Director Directia AM POR,</w:t>
      </w:r>
    </w:p>
    <w:p w14:paraId="05B23CCB" w14:textId="4BC16B84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56468F8D" w14:textId="6BFE03F0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48DFFC46" w14:textId="77777777" w:rsidR="00FF5A43" w:rsidRDefault="00FF5A43" w:rsidP="00EB5128">
      <w:pPr>
        <w:spacing w:before="120" w:after="120" w:line="276" w:lineRule="auto"/>
        <w:jc w:val="both"/>
        <w:rPr>
          <w:rFonts w:ascii="Trebuchet MS" w:hAnsi="Trebuchet MS" w:cs="Arial"/>
          <w:lang w:val="ro-RO"/>
        </w:rPr>
      </w:pPr>
    </w:p>
    <w:p w14:paraId="53DDF3C1" w14:textId="77777777" w:rsidR="00140692" w:rsidRPr="000470FD" w:rsidRDefault="00140692" w:rsidP="00EB5128">
      <w:pPr>
        <w:spacing w:line="276" w:lineRule="auto"/>
        <w:jc w:val="both"/>
        <w:rPr>
          <w:rFonts w:ascii="Trebuchet MS" w:hAnsi="Trebuchet MS" w:cs="Arial"/>
          <w:lang w:val="ro-RO"/>
        </w:rPr>
      </w:pPr>
    </w:p>
    <w:sectPr w:rsidR="00140692" w:rsidRPr="000470FD" w:rsidSect="00140692">
      <w:headerReference w:type="default" r:id="rId8"/>
      <w:footerReference w:type="even" r:id="rId9"/>
      <w:footerReference w:type="default" r:id="rId10"/>
      <w:type w:val="continuous"/>
      <w:pgSz w:w="11909" w:h="16834" w:code="9"/>
      <w:pgMar w:top="1560" w:right="1136" w:bottom="426" w:left="1411" w:header="42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8675D" w14:textId="77777777" w:rsidR="00D13C07" w:rsidRDefault="00D13C07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1529F644" w14:textId="77777777" w:rsidR="00D13C07" w:rsidRDefault="00D13C07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1F40" w14:textId="77777777" w:rsidR="005777DD" w:rsidRDefault="005777D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43819CF0" w14:textId="77777777" w:rsidR="005777DD" w:rsidRDefault="005777D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1DB8" w14:textId="4548231E" w:rsidR="00063AD2" w:rsidRDefault="00063A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350">
      <w:rPr>
        <w:noProof/>
      </w:rPr>
      <w:t>1</w:t>
    </w:r>
    <w:r>
      <w:rPr>
        <w:noProof/>
      </w:rPr>
      <w:fldChar w:fldCharType="end"/>
    </w:r>
  </w:p>
  <w:p w14:paraId="043FE966" w14:textId="77777777" w:rsidR="005777DD" w:rsidRDefault="005777D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554FC" w14:textId="77777777" w:rsidR="00D13C07" w:rsidRDefault="00D13C07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62D48693" w14:textId="77777777" w:rsidR="00D13C07" w:rsidRDefault="00D13C07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FDF5" w14:textId="5B236148" w:rsidR="00D2018D" w:rsidRDefault="00D2018D" w:rsidP="001A67F0">
    <w:pPr>
      <w:pStyle w:val="Header"/>
      <w:ind w:hanging="851"/>
      <w:jc w:val="right"/>
    </w:pPr>
  </w:p>
  <w:p w14:paraId="55787E7D" w14:textId="4C4363F8" w:rsidR="00D2018D" w:rsidRDefault="007E4706" w:rsidP="001A67F0">
    <w:pPr>
      <w:pStyle w:val="Header"/>
      <w:ind w:hanging="851"/>
      <w:jc w:val="right"/>
    </w:pPr>
    <w:r w:rsidRPr="005271C6">
      <w:rPr>
        <w:noProof/>
      </w:rPr>
      <w:drawing>
        <wp:inline distT="0" distB="0" distL="0" distR="0" wp14:anchorId="1C06C3FB" wp14:editId="550D4C80">
          <wp:extent cx="6176633" cy="8197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627" cy="82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95D20" w14:textId="77777777" w:rsidR="00D2018D" w:rsidRDefault="00D2018D" w:rsidP="001A67F0">
    <w:pPr>
      <w:pStyle w:val="Header"/>
      <w:ind w:hanging="851"/>
      <w:jc w:val="right"/>
    </w:pPr>
  </w:p>
  <w:p w14:paraId="389654B1" w14:textId="77777777" w:rsidR="00C26E0D" w:rsidRDefault="001A67F0" w:rsidP="001A67F0">
    <w:pPr>
      <w:pStyle w:val="Header"/>
      <w:ind w:hanging="851"/>
      <w:jc w:val="right"/>
    </w:pPr>
    <w:r w:rsidRPr="001A67F0">
      <w:t xml:space="preserve"> </w:t>
    </w:r>
  </w:p>
  <w:p w14:paraId="7A3BC963" w14:textId="77777777" w:rsidR="00C26E0D" w:rsidRDefault="00C26E0D" w:rsidP="001A67F0">
    <w:pPr>
      <w:pStyle w:val="Header"/>
      <w:ind w:hanging="851"/>
      <w:jc w:val="right"/>
    </w:pPr>
  </w:p>
  <w:p w14:paraId="62A9D8EB" w14:textId="77777777" w:rsidR="00C26E0D" w:rsidRDefault="00C26E0D" w:rsidP="001A67F0">
    <w:pPr>
      <w:pStyle w:val="Header"/>
      <w:ind w:hanging="851"/>
      <w:jc w:val="right"/>
    </w:pPr>
  </w:p>
  <w:p w14:paraId="28F39640" w14:textId="14CB7D9B" w:rsidR="005A6510" w:rsidRDefault="001A67F0" w:rsidP="001A67F0">
    <w:pPr>
      <w:pStyle w:val="Header"/>
      <w:ind w:hanging="851"/>
      <w:jc w:val="right"/>
    </w:pPr>
    <w:r w:rsidRPr="001A67F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1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9492B7A"/>
    <w:multiLevelType w:val="hybridMultilevel"/>
    <w:tmpl w:val="5E92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1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5D4E54F5"/>
    <w:multiLevelType w:val="hybridMultilevel"/>
    <w:tmpl w:val="0570F8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87F88"/>
    <w:multiLevelType w:val="hybridMultilevel"/>
    <w:tmpl w:val="A30A65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1">
    <w:nsid w:val="762420E1"/>
    <w:multiLevelType w:val="hybridMultilevel"/>
    <w:tmpl w:val="DF2AF5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9145">
    <w:abstractNumId w:val="18"/>
  </w:num>
  <w:num w:numId="2" w16cid:durableId="1105343526">
    <w:abstractNumId w:val="17"/>
  </w:num>
  <w:num w:numId="3" w16cid:durableId="506796972">
    <w:abstractNumId w:val="8"/>
  </w:num>
  <w:num w:numId="4" w16cid:durableId="1049958134">
    <w:abstractNumId w:val="5"/>
  </w:num>
  <w:num w:numId="5" w16cid:durableId="1317688326">
    <w:abstractNumId w:val="2"/>
  </w:num>
  <w:num w:numId="6" w16cid:durableId="1858538009">
    <w:abstractNumId w:val="0"/>
  </w:num>
  <w:num w:numId="7" w16cid:durableId="1780418093">
    <w:abstractNumId w:val="22"/>
  </w:num>
  <w:num w:numId="8" w16cid:durableId="837961121">
    <w:abstractNumId w:val="10"/>
  </w:num>
  <w:num w:numId="9" w16cid:durableId="471605403">
    <w:abstractNumId w:val="9"/>
  </w:num>
  <w:num w:numId="10" w16cid:durableId="818031773">
    <w:abstractNumId w:val="1"/>
  </w:num>
  <w:num w:numId="11" w16cid:durableId="1940485061">
    <w:abstractNumId w:val="23"/>
  </w:num>
  <w:num w:numId="12" w16cid:durableId="832113120">
    <w:abstractNumId w:val="3"/>
  </w:num>
  <w:num w:numId="13" w16cid:durableId="2104104881">
    <w:abstractNumId w:val="19"/>
  </w:num>
  <w:num w:numId="14" w16cid:durableId="1247229485">
    <w:abstractNumId w:val="15"/>
  </w:num>
  <w:num w:numId="15" w16cid:durableId="1187059831">
    <w:abstractNumId w:val="7"/>
  </w:num>
  <w:num w:numId="16" w16cid:durableId="522590648">
    <w:abstractNumId w:val="4"/>
  </w:num>
  <w:num w:numId="17" w16cid:durableId="967976233">
    <w:abstractNumId w:val="11"/>
  </w:num>
  <w:num w:numId="18" w16cid:durableId="1501965234">
    <w:abstractNumId w:val="13"/>
  </w:num>
  <w:num w:numId="19" w16cid:durableId="660700198">
    <w:abstractNumId w:val="12"/>
  </w:num>
  <w:num w:numId="20" w16cid:durableId="1513375775">
    <w:abstractNumId w:val="14"/>
  </w:num>
  <w:num w:numId="21" w16cid:durableId="503515407">
    <w:abstractNumId w:val="16"/>
  </w:num>
  <w:num w:numId="22" w16cid:durableId="1387754464">
    <w:abstractNumId w:val="24"/>
  </w:num>
  <w:num w:numId="23" w16cid:durableId="1881243527">
    <w:abstractNumId w:val="20"/>
  </w:num>
  <w:num w:numId="24" w16cid:durableId="1044326957">
    <w:abstractNumId w:val="25"/>
  </w:num>
  <w:num w:numId="25" w16cid:durableId="1642610411">
    <w:abstractNumId w:val="21"/>
  </w:num>
  <w:num w:numId="26" w16cid:durableId="193467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EA"/>
    <w:rsid w:val="000056EC"/>
    <w:rsid w:val="0000758D"/>
    <w:rsid w:val="0002111D"/>
    <w:rsid w:val="00037728"/>
    <w:rsid w:val="00044718"/>
    <w:rsid w:val="000470FD"/>
    <w:rsid w:val="00063AD2"/>
    <w:rsid w:val="0007032A"/>
    <w:rsid w:val="00091E16"/>
    <w:rsid w:val="000B0C1A"/>
    <w:rsid w:val="000C02AF"/>
    <w:rsid w:val="000C5815"/>
    <w:rsid w:val="000D3772"/>
    <w:rsid w:val="000E5437"/>
    <w:rsid w:val="00105BED"/>
    <w:rsid w:val="00106C4B"/>
    <w:rsid w:val="0011122F"/>
    <w:rsid w:val="00122B4E"/>
    <w:rsid w:val="0012771E"/>
    <w:rsid w:val="00140692"/>
    <w:rsid w:val="001451FE"/>
    <w:rsid w:val="0015333A"/>
    <w:rsid w:val="00154D6D"/>
    <w:rsid w:val="00157254"/>
    <w:rsid w:val="00162BCE"/>
    <w:rsid w:val="001906D2"/>
    <w:rsid w:val="001931C2"/>
    <w:rsid w:val="001A252F"/>
    <w:rsid w:val="001A402B"/>
    <w:rsid w:val="001A67F0"/>
    <w:rsid w:val="001C10AC"/>
    <w:rsid w:val="001C617E"/>
    <w:rsid w:val="00203F2F"/>
    <w:rsid w:val="00204C6F"/>
    <w:rsid w:val="00221E5D"/>
    <w:rsid w:val="0022229D"/>
    <w:rsid w:val="00241350"/>
    <w:rsid w:val="00243191"/>
    <w:rsid w:val="00243C26"/>
    <w:rsid w:val="00244136"/>
    <w:rsid w:val="002573EF"/>
    <w:rsid w:val="00260DEC"/>
    <w:rsid w:val="00282008"/>
    <w:rsid w:val="00287EC2"/>
    <w:rsid w:val="00293831"/>
    <w:rsid w:val="002D78EF"/>
    <w:rsid w:val="002F4852"/>
    <w:rsid w:val="00325E64"/>
    <w:rsid w:val="003310E0"/>
    <w:rsid w:val="003437E7"/>
    <w:rsid w:val="00364C33"/>
    <w:rsid w:val="00366177"/>
    <w:rsid w:val="00370A9D"/>
    <w:rsid w:val="00390502"/>
    <w:rsid w:val="00396A6B"/>
    <w:rsid w:val="003B7C64"/>
    <w:rsid w:val="003C24CA"/>
    <w:rsid w:val="003D12B0"/>
    <w:rsid w:val="003E73D7"/>
    <w:rsid w:val="003F3B9B"/>
    <w:rsid w:val="003F6038"/>
    <w:rsid w:val="00406D65"/>
    <w:rsid w:val="004138D3"/>
    <w:rsid w:val="0041742D"/>
    <w:rsid w:val="004303BF"/>
    <w:rsid w:val="00431D6F"/>
    <w:rsid w:val="00445C47"/>
    <w:rsid w:val="00446300"/>
    <w:rsid w:val="004577AF"/>
    <w:rsid w:val="0047662B"/>
    <w:rsid w:val="00477DE2"/>
    <w:rsid w:val="004C5419"/>
    <w:rsid w:val="004E1FE3"/>
    <w:rsid w:val="004E33D6"/>
    <w:rsid w:val="004E42DF"/>
    <w:rsid w:val="004F043E"/>
    <w:rsid w:val="00505EDA"/>
    <w:rsid w:val="0051347B"/>
    <w:rsid w:val="00530D31"/>
    <w:rsid w:val="00555B26"/>
    <w:rsid w:val="00562118"/>
    <w:rsid w:val="005742C1"/>
    <w:rsid w:val="005777DD"/>
    <w:rsid w:val="005A6179"/>
    <w:rsid w:val="005A6510"/>
    <w:rsid w:val="005C461C"/>
    <w:rsid w:val="006116A0"/>
    <w:rsid w:val="00611771"/>
    <w:rsid w:val="00630838"/>
    <w:rsid w:val="006327D3"/>
    <w:rsid w:val="00651DC4"/>
    <w:rsid w:val="00653267"/>
    <w:rsid w:val="00692BA8"/>
    <w:rsid w:val="006D519F"/>
    <w:rsid w:val="006F5039"/>
    <w:rsid w:val="006F50AF"/>
    <w:rsid w:val="00701292"/>
    <w:rsid w:val="00747C62"/>
    <w:rsid w:val="0075244A"/>
    <w:rsid w:val="0078163A"/>
    <w:rsid w:val="00784479"/>
    <w:rsid w:val="00797D64"/>
    <w:rsid w:val="007A12B1"/>
    <w:rsid w:val="007D2A02"/>
    <w:rsid w:val="007E023B"/>
    <w:rsid w:val="007E4706"/>
    <w:rsid w:val="007E47F9"/>
    <w:rsid w:val="00803412"/>
    <w:rsid w:val="00803B8A"/>
    <w:rsid w:val="00830DEA"/>
    <w:rsid w:val="00833DCE"/>
    <w:rsid w:val="00861BCA"/>
    <w:rsid w:val="00896FCB"/>
    <w:rsid w:val="00897EAD"/>
    <w:rsid w:val="008A304D"/>
    <w:rsid w:val="008A37A6"/>
    <w:rsid w:val="008A72F0"/>
    <w:rsid w:val="008B637D"/>
    <w:rsid w:val="008F288D"/>
    <w:rsid w:val="00903CF1"/>
    <w:rsid w:val="00903EF5"/>
    <w:rsid w:val="00916C71"/>
    <w:rsid w:val="00922283"/>
    <w:rsid w:val="009278DB"/>
    <w:rsid w:val="00947094"/>
    <w:rsid w:val="00955D2E"/>
    <w:rsid w:val="00965F25"/>
    <w:rsid w:val="0098583E"/>
    <w:rsid w:val="00991E1D"/>
    <w:rsid w:val="00996EC4"/>
    <w:rsid w:val="009A57EB"/>
    <w:rsid w:val="009A6D78"/>
    <w:rsid w:val="009E2F83"/>
    <w:rsid w:val="009E4A7B"/>
    <w:rsid w:val="009F4A4A"/>
    <w:rsid w:val="00A0001C"/>
    <w:rsid w:val="00A049BC"/>
    <w:rsid w:val="00A10F91"/>
    <w:rsid w:val="00A31BFE"/>
    <w:rsid w:val="00A42A92"/>
    <w:rsid w:val="00A43C90"/>
    <w:rsid w:val="00A44BBE"/>
    <w:rsid w:val="00A74657"/>
    <w:rsid w:val="00A74FF0"/>
    <w:rsid w:val="00AB03AC"/>
    <w:rsid w:val="00AB525A"/>
    <w:rsid w:val="00AB7976"/>
    <w:rsid w:val="00AC54C3"/>
    <w:rsid w:val="00AD63A5"/>
    <w:rsid w:val="00AE3BB2"/>
    <w:rsid w:val="00AF01B7"/>
    <w:rsid w:val="00B104E0"/>
    <w:rsid w:val="00B22F01"/>
    <w:rsid w:val="00B30CCF"/>
    <w:rsid w:val="00B50028"/>
    <w:rsid w:val="00B50CFB"/>
    <w:rsid w:val="00B63B70"/>
    <w:rsid w:val="00B66D3E"/>
    <w:rsid w:val="00B74C3D"/>
    <w:rsid w:val="00BA488F"/>
    <w:rsid w:val="00BD0078"/>
    <w:rsid w:val="00BD5529"/>
    <w:rsid w:val="00C049DD"/>
    <w:rsid w:val="00C07709"/>
    <w:rsid w:val="00C126AF"/>
    <w:rsid w:val="00C26E0D"/>
    <w:rsid w:val="00C37ADE"/>
    <w:rsid w:val="00C61A4A"/>
    <w:rsid w:val="00C6588F"/>
    <w:rsid w:val="00C66122"/>
    <w:rsid w:val="00C83126"/>
    <w:rsid w:val="00CD7432"/>
    <w:rsid w:val="00CE5949"/>
    <w:rsid w:val="00CE6351"/>
    <w:rsid w:val="00CF44FA"/>
    <w:rsid w:val="00D02DAF"/>
    <w:rsid w:val="00D04191"/>
    <w:rsid w:val="00D13C07"/>
    <w:rsid w:val="00D20011"/>
    <w:rsid w:val="00D2018D"/>
    <w:rsid w:val="00D4226D"/>
    <w:rsid w:val="00D43ED1"/>
    <w:rsid w:val="00D531E3"/>
    <w:rsid w:val="00D64F23"/>
    <w:rsid w:val="00D70D32"/>
    <w:rsid w:val="00D80286"/>
    <w:rsid w:val="00D81A49"/>
    <w:rsid w:val="00D911A4"/>
    <w:rsid w:val="00D915B3"/>
    <w:rsid w:val="00D95C89"/>
    <w:rsid w:val="00DA2F6C"/>
    <w:rsid w:val="00DA6972"/>
    <w:rsid w:val="00DF1DDD"/>
    <w:rsid w:val="00DF3BEA"/>
    <w:rsid w:val="00E51EB0"/>
    <w:rsid w:val="00E524E9"/>
    <w:rsid w:val="00E62AB9"/>
    <w:rsid w:val="00E8362B"/>
    <w:rsid w:val="00E939A7"/>
    <w:rsid w:val="00E9675E"/>
    <w:rsid w:val="00EA695B"/>
    <w:rsid w:val="00EB50B3"/>
    <w:rsid w:val="00EB5128"/>
    <w:rsid w:val="00F37CD4"/>
    <w:rsid w:val="00FC19A8"/>
    <w:rsid w:val="00FD4D5F"/>
    <w:rsid w:val="00FE1EDD"/>
    <w:rsid w:val="00FF5A43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2FCE0"/>
  <w15:chartTrackingRefBased/>
  <w15:docId w15:val="{FDAD9006-C281-4187-807D-0C1B821B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  <w:szCs w:val="24"/>
      <w:lang w:val="ro-RO" w:eastAsia="en-US"/>
    </w:rPr>
  </w:style>
  <w:style w:type="character" w:customStyle="1" w:styleId="HeaderChar">
    <w:name w:val="Header Char"/>
    <w:aliases w:val=" Char Char Char,Char Char Char"/>
    <w:link w:val="Header"/>
    <w:rsid w:val="000056EC"/>
    <w:rPr>
      <w:lang w:val="en-US"/>
    </w:rPr>
  </w:style>
  <w:style w:type="character" w:customStyle="1" w:styleId="FooterChar">
    <w:name w:val="Footer Char"/>
    <w:link w:val="Footer"/>
    <w:uiPriority w:val="99"/>
    <w:rsid w:val="000056EC"/>
    <w:rPr>
      <w:lang w:val="en-US"/>
    </w:rPr>
  </w:style>
  <w:style w:type="paragraph" w:customStyle="1" w:styleId="MediumGrid21">
    <w:name w:val="Medium Grid 21"/>
    <w:uiPriority w:val="99"/>
    <w:rsid w:val="000056EC"/>
    <w:rPr>
      <w:rFonts w:ascii="Trebuchet MS" w:eastAsia="MS Mincho" w:hAnsi="Trebuchet MS" w:cs="Trebuchet MS"/>
      <w:sz w:val="18"/>
      <w:szCs w:val="18"/>
    </w:rPr>
  </w:style>
  <w:style w:type="table" w:styleId="TableGrid">
    <w:name w:val="Table Grid"/>
    <w:basedOn w:val="TableNormal"/>
    <w:rsid w:val="007A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C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E63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link w:val="ListParagraph"/>
    <w:uiPriority w:val="34"/>
    <w:rsid w:val="00CE6351"/>
    <w:rPr>
      <w:rFonts w:ascii="Calibri" w:eastAsia="Calibri" w:hAnsi="Calibri"/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4226D"/>
    <w:rPr>
      <w:color w:val="605E5C"/>
      <w:shd w:val="clear" w:color="auto" w:fill="E1DFDD"/>
    </w:rPr>
  </w:style>
  <w:style w:type="character" w:customStyle="1" w:styleId="SubtitleChar">
    <w:name w:val="Subtitle Char"/>
    <w:basedOn w:val="DefaultParagraphFont"/>
    <w:link w:val="Subtitle"/>
    <w:rsid w:val="00DA6972"/>
    <w:rPr>
      <w:rFonts w:ascii="Arial" w:hAnsi="Arial"/>
      <w:b/>
      <w:sz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%20magda.lungu@adrolteni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</Template>
  <TotalTime>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 U V E R N U L  R O M Â N I E I</vt:lpstr>
      <vt:lpstr>G U V E R N U L  R O M Â N I E I</vt:lpstr>
    </vt:vector>
  </TitlesOfParts>
  <Company>PDSR</Company>
  <LinksUpToDate>false</LinksUpToDate>
  <CharactersWithSpaces>1097</CharactersWithSpaces>
  <SharedDoc>false</SharedDoc>
  <HLinks>
    <vt:vector size="6" baseType="variant">
      <vt:variant>
        <vt:i4>1638482</vt:i4>
      </vt:variant>
      <vt:variant>
        <vt:i4>45</vt:i4>
      </vt:variant>
      <vt:variant>
        <vt:i4>0</vt:i4>
      </vt:variant>
      <vt:variant>
        <vt:i4>5</vt:i4>
      </vt:variant>
      <vt:variant>
        <vt:lpwstr>http://www.adroltenia.ro/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Denissa Ciucu</cp:lastModifiedBy>
  <cp:revision>15</cp:revision>
  <cp:lastPrinted>2017-10-18T09:38:00Z</cp:lastPrinted>
  <dcterms:created xsi:type="dcterms:W3CDTF">2022-10-26T08:25:00Z</dcterms:created>
  <dcterms:modified xsi:type="dcterms:W3CDTF">2022-11-02T09:27:00Z</dcterms:modified>
</cp:coreProperties>
</file>